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7B" w:rsidRPr="00AB49BE" w:rsidRDefault="00DD437B" w:rsidP="00DD437B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DD437B" w:rsidRPr="00AB49BE" w:rsidRDefault="00DD437B" w:rsidP="00DD437B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96467A" w:rsidRPr="00DD437B" w:rsidRDefault="0096467A" w:rsidP="0096467A">
      <w:pPr>
        <w:rPr>
          <w:sz w:val="28"/>
          <w:szCs w:val="28"/>
        </w:rPr>
      </w:pPr>
      <w:bookmarkStart w:id="0" w:name="_GoBack"/>
      <w:bookmarkEnd w:id="0"/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B32297" w:rsidRDefault="008F1216" w:rsidP="0096467A">
      <w:pPr>
        <w:rPr>
          <w:b/>
          <w:sz w:val="28"/>
          <w:szCs w:val="28"/>
        </w:rPr>
      </w:pPr>
      <w:r w:rsidRPr="008151E1">
        <w:rPr>
          <w:b/>
          <w:sz w:val="28"/>
          <w:szCs w:val="28"/>
        </w:rPr>
        <w:t xml:space="preserve">1 курс </w:t>
      </w:r>
      <w:r w:rsidR="00B32297">
        <w:rPr>
          <w:b/>
          <w:sz w:val="28"/>
          <w:szCs w:val="28"/>
        </w:rPr>
        <w:t xml:space="preserve">(магістри) </w:t>
      </w:r>
    </w:p>
    <w:p w:rsidR="008F1216" w:rsidRDefault="008F1216" w:rsidP="0096467A">
      <w:pPr>
        <w:rPr>
          <w:b/>
          <w:sz w:val="28"/>
          <w:szCs w:val="28"/>
        </w:rPr>
      </w:pPr>
      <w:r w:rsidRPr="00EA763D">
        <w:rPr>
          <w:b/>
          <w:sz w:val="28"/>
          <w:szCs w:val="28"/>
        </w:rPr>
        <w:t>Спеціальність</w:t>
      </w:r>
      <w:r w:rsidRPr="008151E1">
        <w:rPr>
          <w:b/>
          <w:sz w:val="28"/>
          <w:szCs w:val="28"/>
        </w:rPr>
        <w:t xml:space="preserve"> </w:t>
      </w:r>
      <w:r w:rsidR="00BE5A98">
        <w:rPr>
          <w:b/>
          <w:sz w:val="28"/>
          <w:szCs w:val="28"/>
        </w:rPr>
        <w:t>С7</w:t>
      </w:r>
      <w:r w:rsidRPr="00EA763D">
        <w:rPr>
          <w:b/>
          <w:sz w:val="28"/>
          <w:szCs w:val="28"/>
        </w:rPr>
        <w:t xml:space="preserve"> Журналістика</w:t>
      </w:r>
      <w:r w:rsidRPr="00EA763D">
        <w:rPr>
          <w:sz w:val="28"/>
          <w:szCs w:val="28"/>
        </w:rPr>
        <w:t xml:space="preserve"> </w:t>
      </w:r>
      <w:r w:rsidRPr="00EA763D">
        <w:rPr>
          <w:b/>
          <w:sz w:val="28"/>
          <w:szCs w:val="28"/>
        </w:rPr>
        <w:t xml:space="preserve">магістри </w:t>
      </w:r>
      <w:r w:rsidRPr="008151E1">
        <w:rPr>
          <w:b/>
          <w:sz w:val="28"/>
          <w:szCs w:val="28"/>
        </w:rPr>
        <w:t xml:space="preserve"> </w:t>
      </w:r>
    </w:p>
    <w:p w:rsidR="00680E16" w:rsidRPr="00EC0B04" w:rsidRDefault="008F1216" w:rsidP="009646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(ОП </w:t>
      </w:r>
      <w:proofErr w:type="spellStart"/>
      <w:r>
        <w:rPr>
          <w:b/>
          <w:sz w:val="28"/>
          <w:szCs w:val="28"/>
        </w:rPr>
        <w:t>Медіакомунікац</w:t>
      </w:r>
      <w:r w:rsidR="007E49A1">
        <w:rPr>
          <w:b/>
          <w:sz w:val="28"/>
          <w:szCs w:val="28"/>
          <w:lang w:val="en-US"/>
        </w:rPr>
        <w:t>i</w:t>
      </w:r>
      <w:proofErr w:type="spellEnd"/>
      <w:r>
        <w:rPr>
          <w:b/>
          <w:sz w:val="28"/>
          <w:szCs w:val="28"/>
        </w:rPr>
        <w:t>ї</w:t>
      </w:r>
      <w:r w:rsidR="00EC0B04">
        <w:rPr>
          <w:b/>
          <w:sz w:val="28"/>
          <w:szCs w:val="28"/>
        </w:rPr>
        <w:t xml:space="preserve">, </w:t>
      </w:r>
      <w:r w:rsidR="00EC0B04" w:rsidRPr="00EC0B04">
        <w:rPr>
          <w:b/>
          <w:sz w:val="28"/>
          <w:szCs w:val="28"/>
        </w:rPr>
        <w:t xml:space="preserve">Реклама </w:t>
      </w:r>
      <w:r w:rsidR="00EC0B04">
        <w:rPr>
          <w:b/>
          <w:sz w:val="28"/>
          <w:szCs w:val="28"/>
          <w:lang w:val="ru-RU"/>
        </w:rPr>
        <w:t>i</w:t>
      </w:r>
      <w:r w:rsidR="00EC0B04" w:rsidRPr="00EC0B04">
        <w:rPr>
          <w:b/>
          <w:sz w:val="28"/>
          <w:szCs w:val="28"/>
        </w:rPr>
        <w:t xml:space="preserve"> зв`</w:t>
      </w:r>
      <w:r w:rsidR="00EC0B04">
        <w:rPr>
          <w:b/>
          <w:sz w:val="28"/>
          <w:szCs w:val="28"/>
        </w:rPr>
        <w:t>язки з громадськістю</w:t>
      </w:r>
      <w:r>
        <w:rPr>
          <w:b/>
          <w:sz w:val="28"/>
          <w:szCs w:val="28"/>
        </w:rPr>
        <w:t>)</w:t>
      </w:r>
    </w:p>
    <w:p w:rsidR="00680E16" w:rsidRPr="00EC0B04" w:rsidRDefault="00680E16" w:rsidP="0096467A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95"/>
        <w:gridCol w:w="1701"/>
        <w:gridCol w:w="2126"/>
      </w:tblGrid>
      <w:tr w:rsidR="0096467A" w:rsidRPr="002123C7" w:rsidTr="00EC0B04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№ з/п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701" w:type="dxa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467A" w:rsidRPr="00F050A0" w:rsidRDefault="0096467A" w:rsidP="00485FA8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Академічна група *</w:t>
            </w:r>
          </w:p>
        </w:tc>
      </w:tr>
      <w:tr w:rsidR="008F1216" w:rsidRPr="006E3AAC" w:rsidTr="00EC0B04">
        <w:trPr>
          <w:trHeight w:val="279"/>
        </w:trPr>
        <w:tc>
          <w:tcPr>
            <w:tcW w:w="600" w:type="dxa"/>
            <w:shd w:val="clear" w:color="auto" w:fill="auto"/>
          </w:tcPr>
          <w:p w:rsidR="008F1216" w:rsidRPr="00683FE9" w:rsidRDefault="008F1216" w:rsidP="008F1216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F1216" w:rsidRPr="00683FE9" w:rsidRDefault="00BE5A98" w:rsidP="008F1216">
            <w:pPr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Батир Олена Олександрівна</w:t>
            </w:r>
          </w:p>
        </w:tc>
        <w:tc>
          <w:tcPr>
            <w:tcW w:w="1701" w:type="dxa"/>
            <w:vAlign w:val="center"/>
          </w:tcPr>
          <w:p w:rsidR="008F1216" w:rsidRPr="00683FE9" w:rsidRDefault="00BE5A98" w:rsidP="000529B2">
            <w:pPr>
              <w:jc w:val="center"/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ЗР-25м-1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1216" w:rsidRPr="00683FE9" w:rsidRDefault="00BE5A98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86,85</w:t>
            </w:r>
          </w:p>
        </w:tc>
      </w:tr>
      <w:tr w:rsidR="008F1216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8F1216" w:rsidRPr="00683FE9" w:rsidRDefault="008F1216" w:rsidP="008F1216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F1216" w:rsidRPr="00683FE9" w:rsidRDefault="00BE5A98" w:rsidP="008F1216">
            <w:pPr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Янчук Марія Андріївна</w:t>
            </w:r>
          </w:p>
        </w:tc>
        <w:tc>
          <w:tcPr>
            <w:tcW w:w="1701" w:type="dxa"/>
            <w:vAlign w:val="center"/>
          </w:tcPr>
          <w:p w:rsidR="008F1216" w:rsidRPr="00683FE9" w:rsidRDefault="00BE5A98" w:rsidP="000529B2">
            <w:pPr>
              <w:jc w:val="center"/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ЗМ-25м-1</w:t>
            </w:r>
          </w:p>
        </w:tc>
        <w:tc>
          <w:tcPr>
            <w:tcW w:w="2126" w:type="dxa"/>
            <w:shd w:val="clear" w:color="auto" w:fill="auto"/>
          </w:tcPr>
          <w:p w:rsidR="008F1216" w:rsidRPr="00683FE9" w:rsidRDefault="00BE5A98" w:rsidP="00683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85,52</w:t>
            </w:r>
          </w:p>
        </w:tc>
      </w:tr>
      <w:tr w:rsidR="00410E12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410E12" w:rsidRPr="00683FE9" w:rsidRDefault="00410E12" w:rsidP="008F12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410E12" w:rsidRDefault="00BE5A98" w:rsidP="008F1216">
            <w:pPr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Федоренко Валерія Володимирівна</w:t>
            </w:r>
          </w:p>
        </w:tc>
        <w:tc>
          <w:tcPr>
            <w:tcW w:w="1701" w:type="dxa"/>
            <w:vAlign w:val="center"/>
          </w:tcPr>
          <w:p w:rsidR="00410E12" w:rsidRDefault="00BE5A98" w:rsidP="000529B2">
            <w:pPr>
              <w:jc w:val="center"/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ЗМ-25м-1</w:t>
            </w:r>
          </w:p>
        </w:tc>
        <w:tc>
          <w:tcPr>
            <w:tcW w:w="2126" w:type="dxa"/>
            <w:shd w:val="clear" w:color="auto" w:fill="auto"/>
          </w:tcPr>
          <w:p w:rsidR="00410E12" w:rsidRDefault="00BE5A98" w:rsidP="00683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85,04</w:t>
            </w:r>
          </w:p>
        </w:tc>
      </w:tr>
      <w:tr w:rsidR="00410E12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410E12" w:rsidRDefault="00410E12" w:rsidP="008F12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410E12" w:rsidRPr="00410E12" w:rsidRDefault="00BE5A98" w:rsidP="008F1216">
            <w:pPr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Гарбуз Богдан Олександрович</w:t>
            </w:r>
          </w:p>
        </w:tc>
        <w:tc>
          <w:tcPr>
            <w:tcW w:w="1701" w:type="dxa"/>
            <w:vAlign w:val="center"/>
          </w:tcPr>
          <w:p w:rsidR="00410E12" w:rsidRDefault="00BE5A98" w:rsidP="000529B2">
            <w:pPr>
              <w:jc w:val="center"/>
              <w:rPr>
                <w:sz w:val="26"/>
                <w:szCs w:val="26"/>
              </w:rPr>
            </w:pPr>
            <w:r w:rsidRPr="00BE5A98">
              <w:rPr>
                <w:sz w:val="26"/>
                <w:szCs w:val="26"/>
              </w:rPr>
              <w:t>ЗМ-25м-1</w:t>
            </w:r>
          </w:p>
        </w:tc>
        <w:tc>
          <w:tcPr>
            <w:tcW w:w="2126" w:type="dxa"/>
            <w:shd w:val="clear" w:color="auto" w:fill="auto"/>
          </w:tcPr>
          <w:p w:rsidR="00410E12" w:rsidRDefault="00BE5A98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76,93</w:t>
            </w:r>
          </w:p>
        </w:tc>
      </w:tr>
    </w:tbl>
    <w:p w:rsidR="0096467A" w:rsidRDefault="0096467A"/>
    <w:p w:rsidR="00494EA4" w:rsidRDefault="00494EA4"/>
    <w:p w:rsidR="00410E12" w:rsidRDefault="00410E12"/>
    <w:p w:rsidR="00410E12" w:rsidRDefault="00410E12"/>
    <w:p w:rsidR="00410E12" w:rsidRDefault="00410E12"/>
    <w:p w:rsidR="00410E12" w:rsidRDefault="00410E12"/>
    <w:p w:rsidR="00410E12" w:rsidRDefault="00410E12"/>
    <w:p w:rsidR="00410E12" w:rsidRDefault="00410E12"/>
    <w:p w:rsidR="00410E12" w:rsidRDefault="00410E12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529B2"/>
    <w:rsid w:val="00083D7F"/>
    <w:rsid w:val="00140675"/>
    <w:rsid w:val="001B7897"/>
    <w:rsid w:val="001D2666"/>
    <w:rsid w:val="00227D45"/>
    <w:rsid w:val="00321E81"/>
    <w:rsid w:val="00410E12"/>
    <w:rsid w:val="00485FA8"/>
    <w:rsid w:val="00494EA4"/>
    <w:rsid w:val="00680E16"/>
    <w:rsid w:val="00683FE9"/>
    <w:rsid w:val="006967B1"/>
    <w:rsid w:val="007D5104"/>
    <w:rsid w:val="007E49A1"/>
    <w:rsid w:val="008F1216"/>
    <w:rsid w:val="0096467A"/>
    <w:rsid w:val="00A833EE"/>
    <w:rsid w:val="00B32297"/>
    <w:rsid w:val="00BE5A98"/>
    <w:rsid w:val="00DD437B"/>
    <w:rsid w:val="00EC0B04"/>
    <w:rsid w:val="00F050A0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12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78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2019-07-09T08:17:00Z</dcterms:created>
  <dcterms:modified xsi:type="dcterms:W3CDTF">2026-02-20T09:12:00Z</dcterms:modified>
</cp:coreProperties>
</file>